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6D" w:rsidRPr="008E3D5A" w:rsidRDefault="00E55738" w:rsidP="00C078D0">
      <w:pPr>
        <w:jc w:val="center"/>
        <w:rPr>
          <w:rFonts w:ascii="Times New Roman" w:hAnsi="Times New Roman"/>
          <w:b/>
          <w:sz w:val="32"/>
          <w:szCs w:val="32"/>
        </w:rPr>
      </w:pPr>
      <w:r w:rsidRPr="008E3D5A">
        <w:rPr>
          <w:rFonts w:ascii="Times New Roman" w:hAnsi="Times New Roman"/>
          <w:b/>
          <w:sz w:val="32"/>
          <w:szCs w:val="32"/>
        </w:rPr>
        <w:t xml:space="preserve">SIGNALS AND SYSTEMS </w:t>
      </w:r>
      <w:r w:rsidR="00C078D0" w:rsidRPr="008E3D5A">
        <w:rPr>
          <w:rFonts w:ascii="Times New Roman" w:hAnsi="Times New Roman"/>
          <w:b/>
          <w:sz w:val="32"/>
          <w:szCs w:val="32"/>
        </w:rPr>
        <w:t>LESSON PLAN</w:t>
      </w:r>
    </w:p>
    <w:tbl>
      <w:tblPr>
        <w:tblW w:w="106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1682"/>
        <w:gridCol w:w="4938"/>
        <w:gridCol w:w="708"/>
        <w:gridCol w:w="2390"/>
      </w:tblGrid>
      <w:tr w:rsidR="00DB4CCA" w:rsidRPr="001C4FA7" w:rsidTr="005E4B62">
        <w:trPr>
          <w:trHeight w:val="557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682" w:type="dxa"/>
            <w:vAlign w:val="center"/>
          </w:tcPr>
          <w:p w:rsidR="00DB4CCA" w:rsidRPr="001C4FA7" w:rsidRDefault="00DB4CCA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08" w:type="dxa"/>
            <w:vAlign w:val="center"/>
          </w:tcPr>
          <w:p w:rsidR="00DB4CCA" w:rsidRPr="001C4FA7" w:rsidRDefault="00DB4CCA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90" w:type="dxa"/>
            <w:vAlign w:val="center"/>
          </w:tcPr>
          <w:p w:rsidR="00DB4CCA" w:rsidRPr="001C4FA7" w:rsidRDefault="00DB4CCA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800B50" w:rsidRPr="001C4FA7" w:rsidTr="00870FCF">
        <w:trPr>
          <w:trHeight w:val="70"/>
          <w:jc w:val="center"/>
        </w:trPr>
        <w:tc>
          <w:tcPr>
            <w:tcW w:w="10621" w:type="dxa"/>
            <w:gridSpan w:val="5"/>
            <w:vAlign w:val="center"/>
          </w:tcPr>
          <w:p w:rsidR="00800B50" w:rsidRPr="00624A82" w:rsidRDefault="00624A82" w:rsidP="00624A82">
            <w:pPr>
              <w:spacing w:after="0" w:line="240" w:lineRule="auto"/>
              <w:ind w:left="-274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624A8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Unit – i</w:t>
            </w:r>
            <w:r w:rsidR="00C14AA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:</w:t>
            </w:r>
            <w:r w:rsidRPr="00624A8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Signal Analysis</w:t>
            </w:r>
          </w:p>
        </w:tc>
      </w:tr>
      <w:tr w:rsidR="00C14AA0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C14AA0" w:rsidRPr="001C4FA7" w:rsidRDefault="00C14AA0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vAlign w:val="center"/>
          </w:tcPr>
          <w:p w:rsidR="00C14AA0" w:rsidRPr="001C4FA7" w:rsidRDefault="00100FAC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– 06 - 2017</w:t>
            </w:r>
          </w:p>
        </w:tc>
        <w:tc>
          <w:tcPr>
            <w:tcW w:w="4938" w:type="dxa"/>
            <w:vAlign w:val="center"/>
          </w:tcPr>
          <w:p w:rsidR="00C14AA0" w:rsidRPr="001C4FA7" w:rsidRDefault="00C14AA0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signals and systems</w:t>
            </w:r>
          </w:p>
        </w:tc>
        <w:tc>
          <w:tcPr>
            <w:tcW w:w="708" w:type="dxa"/>
            <w:vMerge w:val="restart"/>
            <w:vAlign w:val="center"/>
          </w:tcPr>
          <w:p w:rsidR="00C14AA0" w:rsidRPr="001C4FA7" w:rsidRDefault="00C14AA0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C14AA0" w:rsidRPr="001C4FA7" w:rsidRDefault="00C14AA0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F3348B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2" w:type="dxa"/>
            <w:vAlign w:val="center"/>
          </w:tcPr>
          <w:p w:rsidR="00F3348B" w:rsidRPr="001C4FA7" w:rsidRDefault="00F3348B" w:rsidP="00D863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– 06 - 2017</w:t>
            </w:r>
          </w:p>
        </w:tc>
        <w:tc>
          <w:tcPr>
            <w:tcW w:w="4938" w:type="dxa"/>
            <w:vMerge w:val="restart"/>
            <w:vAlign w:val="center"/>
          </w:tcPr>
          <w:p w:rsidR="00F3348B" w:rsidRPr="001C4FA7" w:rsidRDefault="00F3348B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Classification of signals</w:t>
            </w:r>
          </w:p>
        </w:tc>
        <w:tc>
          <w:tcPr>
            <w:tcW w:w="708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48B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2" w:type="dxa"/>
            <w:vAlign w:val="center"/>
          </w:tcPr>
          <w:p w:rsidR="00F3348B" w:rsidRPr="001C4FA7" w:rsidRDefault="00F3348B" w:rsidP="00F20F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– 06 - 2017</w:t>
            </w:r>
          </w:p>
        </w:tc>
        <w:tc>
          <w:tcPr>
            <w:tcW w:w="4938" w:type="dxa"/>
            <w:vMerge/>
            <w:tcBorders>
              <w:bottom w:val="single" w:sz="4" w:space="0" w:color="auto"/>
            </w:tcBorders>
            <w:vAlign w:val="center"/>
          </w:tcPr>
          <w:p w:rsidR="00F3348B" w:rsidRPr="001C4FA7" w:rsidRDefault="00F3348B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48B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vAlign w:val="center"/>
          </w:tcPr>
          <w:p w:rsidR="00F3348B" w:rsidRPr="001C4FA7" w:rsidRDefault="00F3348B" w:rsidP="0063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 – 07 - 2017</w:t>
            </w:r>
          </w:p>
        </w:tc>
        <w:tc>
          <w:tcPr>
            <w:tcW w:w="4938" w:type="dxa"/>
            <w:vAlign w:val="center"/>
          </w:tcPr>
          <w:p w:rsidR="00F3348B" w:rsidRPr="001C4FA7" w:rsidRDefault="00F3348B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Exponential and sinusoidal signals, and properties of elementary signals</w:t>
            </w:r>
          </w:p>
        </w:tc>
        <w:tc>
          <w:tcPr>
            <w:tcW w:w="708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48B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2" w:type="dxa"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– 07 - 2017</w:t>
            </w:r>
          </w:p>
        </w:tc>
        <w:tc>
          <w:tcPr>
            <w:tcW w:w="4938" w:type="dxa"/>
            <w:vAlign w:val="center"/>
          </w:tcPr>
          <w:p w:rsidR="00F3348B" w:rsidRPr="001C4FA7" w:rsidRDefault="00F3348B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Analogy between vectors and signals</w:t>
            </w:r>
          </w:p>
        </w:tc>
        <w:tc>
          <w:tcPr>
            <w:tcW w:w="708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48B" w:rsidRPr="001C4FA7" w:rsidTr="0049113E">
        <w:trPr>
          <w:trHeight w:val="70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:rsidR="00F3348B" w:rsidRPr="001C4FA7" w:rsidRDefault="001279AD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3348B">
              <w:rPr>
                <w:rFonts w:ascii="Times New Roman" w:hAnsi="Times New Roman"/>
                <w:sz w:val="24"/>
                <w:szCs w:val="24"/>
              </w:rPr>
              <w:t xml:space="preserve"> – 07 - 2017</w:t>
            </w:r>
          </w:p>
        </w:tc>
        <w:tc>
          <w:tcPr>
            <w:tcW w:w="4938" w:type="dxa"/>
            <w:vAlign w:val="center"/>
          </w:tcPr>
          <w:p w:rsidR="00F3348B" w:rsidRPr="001C4FA7" w:rsidRDefault="00F3348B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Orthogonal signal space, signal approximation using orthogonal functions</w:t>
            </w:r>
          </w:p>
        </w:tc>
        <w:tc>
          <w:tcPr>
            <w:tcW w:w="708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48B" w:rsidRPr="001C4FA7" w:rsidTr="0049113E">
        <w:trPr>
          <w:trHeight w:val="80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48B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3348B">
              <w:rPr>
                <w:rFonts w:ascii="Times New Roman" w:hAnsi="Times New Roman"/>
                <w:sz w:val="24"/>
                <w:szCs w:val="24"/>
              </w:rPr>
              <w:t xml:space="preserve"> – 07 - 2017</w:t>
            </w:r>
          </w:p>
        </w:tc>
        <w:tc>
          <w:tcPr>
            <w:tcW w:w="4938" w:type="dxa"/>
            <w:tcBorders>
              <w:left w:val="single" w:sz="4" w:space="0" w:color="auto"/>
            </w:tcBorders>
            <w:vAlign w:val="center"/>
          </w:tcPr>
          <w:p w:rsidR="00F3348B" w:rsidRPr="001C4FA7" w:rsidRDefault="00F3348B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Mean square error, closed or complete set of orthogonal functions,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orthogonality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complex functions</w:t>
            </w:r>
          </w:p>
        </w:tc>
        <w:tc>
          <w:tcPr>
            <w:tcW w:w="708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F3348B" w:rsidRPr="001C4FA7" w:rsidRDefault="00F3348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E15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2" w:type="dxa"/>
            <w:vAlign w:val="center"/>
          </w:tcPr>
          <w:p w:rsidR="00E82E15" w:rsidRPr="001C4FA7" w:rsidRDefault="00E82E15" w:rsidP="0093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– 07 - 2017</w:t>
            </w:r>
          </w:p>
        </w:tc>
        <w:tc>
          <w:tcPr>
            <w:tcW w:w="4938" w:type="dxa"/>
            <w:vAlign w:val="center"/>
          </w:tcPr>
          <w:p w:rsidR="00E82E15" w:rsidRPr="001C4FA7" w:rsidRDefault="00E82E15" w:rsidP="00E11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Classification of systems</w:t>
            </w:r>
          </w:p>
        </w:tc>
        <w:tc>
          <w:tcPr>
            <w:tcW w:w="708" w:type="dxa"/>
            <w:vMerge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E15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2" w:type="dxa"/>
            <w:vAlign w:val="center"/>
          </w:tcPr>
          <w:p w:rsidR="00E82E15" w:rsidRPr="001C4FA7" w:rsidRDefault="00E82E15" w:rsidP="00576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– 07 - 2017</w:t>
            </w:r>
          </w:p>
        </w:tc>
        <w:tc>
          <w:tcPr>
            <w:tcW w:w="4938" w:type="dxa"/>
            <w:vMerge w:val="restart"/>
            <w:vAlign w:val="center"/>
          </w:tcPr>
          <w:p w:rsidR="00E82E15" w:rsidRPr="001C4FA7" w:rsidRDefault="00E82E15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E15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2" w:type="dxa"/>
            <w:vAlign w:val="center"/>
          </w:tcPr>
          <w:p w:rsidR="00E82E15" w:rsidRPr="001C4FA7" w:rsidRDefault="00E82E15" w:rsidP="00170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– 07 - 2017</w:t>
            </w:r>
          </w:p>
        </w:tc>
        <w:tc>
          <w:tcPr>
            <w:tcW w:w="4938" w:type="dxa"/>
            <w:vMerge/>
            <w:vAlign w:val="center"/>
          </w:tcPr>
          <w:p w:rsidR="00E82E15" w:rsidRPr="001C4FA7" w:rsidRDefault="00E82E15" w:rsidP="00E11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E15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2" w:type="dxa"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– 07 - 2017</w:t>
            </w:r>
          </w:p>
        </w:tc>
        <w:tc>
          <w:tcPr>
            <w:tcW w:w="4938" w:type="dxa"/>
            <w:vMerge/>
            <w:vAlign w:val="center"/>
          </w:tcPr>
          <w:p w:rsidR="00E82E15" w:rsidRPr="001C4FA7" w:rsidRDefault="00E82E15" w:rsidP="00E11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E15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2" w:type="dxa"/>
            <w:vAlign w:val="center"/>
          </w:tcPr>
          <w:p w:rsidR="00E82E15" w:rsidRPr="001C4FA7" w:rsidRDefault="00E82E15" w:rsidP="00C96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– 07 - 2017</w:t>
            </w:r>
          </w:p>
        </w:tc>
        <w:tc>
          <w:tcPr>
            <w:tcW w:w="4938" w:type="dxa"/>
            <w:vMerge/>
            <w:vAlign w:val="center"/>
          </w:tcPr>
          <w:p w:rsidR="00E82E15" w:rsidRPr="001C4FA7" w:rsidRDefault="00E82E15" w:rsidP="00E11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E82E15" w:rsidRPr="001C4FA7" w:rsidRDefault="00E82E15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C1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2" w:type="dxa"/>
            <w:vAlign w:val="center"/>
          </w:tcPr>
          <w:p w:rsidR="000765C1" w:rsidRPr="001C4FA7" w:rsidRDefault="000765C1" w:rsidP="0072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– 07 - 2017</w:t>
            </w:r>
          </w:p>
        </w:tc>
        <w:tc>
          <w:tcPr>
            <w:tcW w:w="4938" w:type="dxa"/>
            <w:vMerge/>
            <w:vAlign w:val="center"/>
          </w:tcPr>
          <w:p w:rsidR="000765C1" w:rsidRPr="001C4FA7" w:rsidRDefault="000765C1" w:rsidP="00E11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C1" w:rsidRPr="001C4FA7" w:rsidTr="006B0B6C">
        <w:trPr>
          <w:trHeight w:val="70"/>
          <w:jc w:val="center"/>
        </w:trPr>
        <w:tc>
          <w:tcPr>
            <w:tcW w:w="10621" w:type="dxa"/>
            <w:gridSpan w:val="5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A8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Unit – i</w:t>
            </w: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I:</w:t>
            </w:r>
            <w:r w:rsidRPr="00624A8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Pr="00A55A5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Fourier series &amp; Fourier Transform</w:t>
            </w:r>
          </w:p>
        </w:tc>
      </w:tr>
      <w:tr w:rsidR="000765C1" w:rsidRPr="001C4FA7" w:rsidTr="000D3A12">
        <w:trPr>
          <w:trHeight w:val="575"/>
          <w:jc w:val="center"/>
        </w:trPr>
        <w:tc>
          <w:tcPr>
            <w:tcW w:w="903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82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24– 07 - 2017</w:t>
            </w:r>
          </w:p>
        </w:tc>
        <w:tc>
          <w:tcPr>
            <w:tcW w:w="4938" w:type="dxa"/>
            <w:vMerge w:val="restart"/>
            <w:vAlign w:val="center"/>
          </w:tcPr>
          <w:p w:rsidR="000765C1" w:rsidRPr="001C4FA7" w:rsidRDefault="000765C1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Representation of Fourier series, continuous time periodic signals, trigonometric and exponential Fourier series, Complex Fourier spectrum</w:t>
            </w:r>
          </w:p>
        </w:tc>
        <w:tc>
          <w:tcPr>
            <w:tcW w:w="708" w:type="dxa"/>
            <w:vMerge w:val="restart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0765C1" w:rsidRPr="001C4FA7" w:rsidTr="0049113E">
        <w:trPr>
          <w:trHeight w:val="107"/>
          <w:jc w:val="center"/>
        </w:trPr>
        <w:tc>
          <w:tcPr>
            <w:tcW w:w="903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2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– 07 - 2017</w:t>
            </w:r>
          </w:p>
        </w:tc>
        <w:tc>
          <w:tcPr>
            <w:tcW w:w="4938" w:type="dxa"/>
            <w:vMerge/>
            <w:vAlign w:val="center"/>
          </w:tcPr>
          <w:p w:rsidR="000765C1" w:rsidRPr="001C4FA7" w:rsidRDefault="000765C1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C1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2" w:type="dxa"/>
            <w:vAlign w:val="center"/>
          </w:tcPr>
          <w:p w:rsidR="000765C1" w:rsidRPr="001C4FA7" w:rsidRDefault="00180CF4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27– 07 - 2017</w:t>
            </w:r>
          </w:p>
        </w:tc>
        <w:tc>
          <w:tcPr>
            <w:tcW w:w="4938" w:type="dxa"/>
            <w:vMerge w:val="restart"/>
            <w:vAlign w:val="center"/>
          </w:tcPr>
          <w:p w:rsidR="000765C1" w:rsidRPr="001C4FA7" w:rsidRDefault="000765C1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properties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of Fourier series,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Dirichlet’s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conditions.</w:t>
            </w:r>
          </w:p>
        </w:tc>
        <w:tc>
          <w:tcPr>
            <w:tcW w:w="708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C1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2" w:type="dxa"/>
            <w:vAlign w:val="center"/>
          </w:tcPr>
          <w:p w:rsidR="000765C1" w:rsidRPr="001C4FA7" w:rsidRDefault="00461B1C" w:rsidP="00461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0CF4">
              <w:rPr>
                <w:rFonts w:ascii="Times New Roman" w:hAnsi="Times New Roman"/>
                <w:sz w:val="24"/>
                <w:szCs w:val="24"/>
              </w:rPr>
              <w:t>28</w:t>
            </w:r>
            <w:r w:rsidR="000765C1">
              <w:rPr>
                <w:rFonts w:ascii="Times New Roman" w:hAnsi="Times New Roman"/>
                <w:sz w:val="24"/>
                <w:szCs w:val="24"/>
              </w:rPr>
              <w:t>– 07 - 2017</w:t>
            </w:r>
          </w:p>
        </w:tc>
        <w:tc>
          <w:tcPr>
            <w:tcW w:w="4938" w:type="dxa"/>
            <w:vMerge/>
            <w:vAlign w:val="center"/>
          </w:tcPr>
          <w:p w:rsidR="000765C1" w:rsidRPr="001C4FA7" w:rsidRDefault="000765C1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C1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82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– 07 - 2017</w:t>
            </w:r>
          </w:p>
        </w:tc>
        <w:tc>
          <w:tcPr>
            <w:tcW w:w="4938" w:type="dxa"/>
            <w:vMerge w:val="restart"/>
            <w:vAlign w:val="center"/>
          </w:tcPr>
          <w:p w:rsidR="000765C1" w:rsidRPr="001C4FA7" w:rsidRDefault="000765C1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5C1" w:rsidRPr="001C4FA7" w:rsidTr="0014174F">
        <w:trPr>
          <w:trHeight w:val="70"/>
          <w:jc w:val="center"/>
        </w:trPr>
        <w:tc>
          <w:tcPr>
            <w:tcW w:w="903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82" w:type="dxa"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– 08 - 2017</w:t>
            </w:r>
          </w:p>
        </w:tc>
        <w:tc>
          <w:tcPr>
            <w:tcW w:w="4938" w:type="dxa"/>
            <w:vMerge/>
            <w:vAlign w:val="center"/>
          </w:tcPr>
          <w:p w:rsidR="000765C1" w:rsidRPr="001C4FA7" w:rsidRDefault="000765C1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765C1" w:rsidRPr="001C4FA7" w:rsidRDefault="000765C1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A6" w:rsidRPr="001C4FA7" w:rsidTr="00214ABD">
        <w:trPr>
          <w:trHeight w:val="377"/>
          <w:jc w:val="center"/>
        </w:trPr>
        <w:tc>
          <w:tcPr>
            <w:tcW w:w="903" w:type="dxa"/>
            <w:vAlign w:val="center"/>
          </w:tcPr>
          <w:p w:rsidR="004177A6" w:rsidRDefault="004177A6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82" w:type="dxa"/>
            <w:vAlign w:val="center"/>
          </w:tcPr>
          <w:p w:rsidR="004177A6" w:rsidRPr="001C4FA7" w:rsidRDefault="004177A6" w:rsidP="002E5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 – 08 - 2017</w:t>
            </w:r>
          </w:p>
        </w:tc>
        <w:tc>
          <w:tcPr>
            <w:tcW w:w="4938" w:type="dxa"/>
            <w:vMerge w:val="restart"/>
            <w:vAlign w:val="center"/>
          </w:tcPr>
          <w:p w:rsidR="004177A6" w:rsidRPr="001C4FA7" w:rsidRDefault="004177A6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Deriving Fourier transform from Fourier series, Fourier transform of arbitrary signals and standard signals, properties of Fourier transforms, Fourier transform of periodic signals</w:t>
            </w:r>
          </w:p>
        </w:tc>
        <w:tc>
          <w:tcPr>
            <w:tcW w:w="708" w:type="dxa"/>
            <w:vMerge/>
            <w:vAlign w:val="center"/>
          </w:tcPr>
          <w:p w:rsidR="004177A6" w:rsidRPr="001C4FA7" w:rsidRDefault="004177A6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4177A6" w:rsidRPr="001C4FA7" w:rsidRDefault="004177A6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A6" w:rsidRPr="001C4FA7" w:rsidTr="00214ABD">
        <w:trPr>
          <w:trHeight w:val="350"/>
          <w:jc w:val="center"/>
        </w:trPr>
        <w:tc>
          <w:tcPr>
            <w:tcW w:w="903" w:type="dxa"/>
            <w:vAlign w:val="center"/>
          </w:tcPr>
          <w:p w:rsidR="004177A6" w:rsidRDefault="004177A6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82" w:type="dxa"/>
            <w:vAlign w:val="center"/>
          </w:tcPr>
          <w:p w:rsidR="004177A6" w:rsidRPr="001C4FA7" w:rsidRDefault="004177A6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– 08 - 2017</w:t>
            </w:r>
          </w:p>
        </w:tc>
        <w:tc>
          <w:tcPr>
            <w:tcW w:w="4938" w:type="dxa"/>
            <w:vMerge/>
            <w:vAlign w:val="center"/>
          </w:tcPr>
          <w:p w:rsidR="004177A6" w:rsidRPr="001C4FA7" w:rsidRDefault="004177A6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177A6" w:rsidRPr="001C4FA7" w:rsidRDefault="004177A6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4177A6" w:rsidRPr="001C4FA7" w:rsidRDefault="004177A6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CAB" w:rsidRPr="001C4FA7" w:rsidTr="0014174F">
        <w:trPr>
          <w:trHeight w:val="70"/>
          <w:jc w:val="center"/>
        </w:trPr>
        <w:tc>
          <w:tcPr>
            <w:tcW w:w="903" w:type="dxa"/>
            <w:vAlign w:val="center"/>
          </w:tcPr>
          <w:p w:rsidR="008B1CAB" w:rsidRDefault="008B1CA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82" w:type="dxa"/>
            <w:vAlign w:val="center"/>
          </w:tcPr>
          <w:p w:rsidR="008B1CAB" w:rsidRPr="001C4FA7" w:rsidRDefault="008B1CAB" w:rsidP="00D405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– 08 - 2017</w:t>
            </w:r>
          </w:p>
        </w:tc>
        <w:tc>
          <w:tcPr>
            <w:tcW w:w="4938" w:type="dxa"/>
            <w:vMerge/>
            <w:vAlign w:val="center"/>
          </w:tcPr>
          <w:p w:rsidR="008B1CAB" w:rsidRPr="001C4FA7" w:rsidRDefault="008B1CAB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B1CAB" w:rsidRPr="001C4FA7" w:rsidRDefault="008B1CA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8B1CAB" w:rsidRPr="001C4FA7" w:rsidRDefault="008B1CA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CAB" w:rsidRPr="001C4FA7" w:rsidTr="00214ABD">
        <w:trPr>
          <w:trHeight w:val="70"/>
          <w:jc w:val="center"/>
        </w:trPr>
        <w:tc>
          <w:tcPr>
            <w:tcW w:w="903" w:type="dxa"/>
            <w:vAlign w:val="center"/>
          </w:tcPr>
          <w:p w:rsidR="008B1CAB" w:rsidRDefault="008B1CAB" w:rsidP="00214A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82" w:type="dxa"/>
            <w:vAlign w:val="center"/>
          </w:tcPr>
          <w:p w:rsidR="008B1CAB" w:rsidRPr="001C4FA7" w:rsidRDefault="008B1CAB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 – 08 - 2017</w:t>
            </w:r>
          </w:p>
        </w:tc>
        <w:tc>
          <w:tcPr>
            <w:tcW w:w="4938" w:type="dxa"/>
            <w:vMerge w:val="restart"/>
            <w:vAlign w:val="center"/>
          </w:tcPr>
          <w:p w:rsidR="008B1CAB" w:rsidRPr="001C4FA7" w:rsidRDefault="008B1CAB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8B1CAB" w:rsidRPr="001C4FA7" w:rsidRDefault="008B1CA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8B1CAB" w:rsidRPr="001C4FA7" w:rsidRDefault="008B1CA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CAB" w:rsidRPr="001C4FA7" w:rsidTr="0049113E">
        <w:trPr>
          <w:trHeight w:val="70"/>
          <w:jc w:val="center"/>
        </w:trPr>
        <w:tc>
          <w:tcPr>
            <w:tcW w:w="903" w:type="dxa"/>
            <w:vAlign w:val="center"/>
          </w:tcPr>
          <w:p w:rsidR="008B1CAB" w:rsidRDefault="008B1CA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82" w:type="dxa"/>
            <w:vAlign w:val="center"/>
          </w:tcPr>
          <w:p w:rsidR="008B1CAB" w:rsidRPr="001C4FA7" w:rsidRDefault="008B1CAB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08 - 2017</w:t>
            </w:r>
          </w:p>
        </w:tc>
        <w:tc>
          <w:tcPr>
            <w:tcW w:w="4938" w:type="dxa"/>
            <w:vMerge/>
            <w:vAlign w:val="center"/>
          </w:tcPr>
          <w:p w:rsidR="008B1CAB" w:rsidRPr="001C4FA7" w:rsidRDefault="008B1CAB" w:rsidP="00491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8B1CAB" w:rsidRPr="001C4FA7" w:rsidRDefault="008B1CA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8B1CAB" w:rsidRPr="001C4FA7" w:rsidRDefault="008B1CAB" w:rsidP="00624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0F5548" w:rsidRDefault="000F5548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0F5548" w:rsidRDefault="000F5548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0F5548" w:rsidRDefault="000F5548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0F5548" w:rsidRDefault="000F5548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0F5548" w:rsidRDefault="000F5548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0F5548" w:rsidRDefault="000F5548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0F5548" w:rsidRDefault="000F5548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0F5548" w:rsidRDefault="000F5548" w:rsidP="00C078D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0"/>
        <w:gridCol w:w="1848"/>
        <w:gridCol w:w="5297"/>
        <w:gridCol w:w="771"/>
        <w:gridCol w:w="1827"/>
      </w:tblGrid>
      <w:tr w:rsidR="00616834" w:rsidRPr="001C4FA7" w:rsidTr="000F5548">
        <w:trPr>
          <w:trHeight w:val="557"/>
          <w:jc w:val="center"/>
        </w:trPr>
        <w:tc>
          <w:tcPr>
            <w:tcW w:w="440" w:type="pct"/>
            <w:vAlign w:val="center"/>
          </w:tcPr>
          <w:p w:rsidR="00616834" w:rsidRPr="001C4FA7" w:rsidRDefault="00616834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lastRenderedPageBreak/>
              <w:t>Period</w:t>
            </w:r>
          </w:p>
        </w:tc>
        <w:tc>
          <w:tcPr>
            <w:tcW w:w="865" w:type="pct"/>
            <w:vAlign w:val="center"/>
          </w:tcPr>
          <w:p w:rsidR="00616834" w:rsidRPr="001C4FA7" w:rsidRDefault="00616834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2479" w:type="pct"/>
            <w:vAlign w:val="center"/>
          </w:tcPr>
          <w:p w:rsidR="00616834" w:rsidRPr="001C4FA7" w:rsidRDefault="00616834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361" w:type="pct"/>
            <w:vAlign w:val="center"/>
          </w:tcPr>
          <w:p w:rsidR="00616834" w:rsidRPr="001C4FA7" w:rsidRDefault="00616834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855" w:type="pct"/>
            <w:vAlign w:val="center"/>
          </w:tcPr>
          <w:p w:rsidR="00616834" w:rsidRPr="001C4FA7" w:rsidRDefault="00616834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616834" w:rsidRPr="001C4FA7" w:rsidTr="000F5548">
        <w:trPr>
          <w:trHeight w:val="233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616834" w:rsidRPr="00624A82" w:rsidRDefault="00616834" w:rsidP="006B301F">
            <w:pPr>
              <w:spacing w:after="0" w:line="240" w:lineRule="auto"/>
              <w:ind w:left="-274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624A8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Unit – i</w:t>
            </w:r>
            <w:r w:rsidR="0086157E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:</w:t>
            </w:r>
            <w:r w:rsidRPr="00624A8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582853" w:rsidRPr="00582853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Continuous Time LTI systems</w:t>
            </w:r>
          </w:p>
        </w:tc>
      </w:tr>
      <w:tr w:rsidR="008B1CAB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8B1CAB" w:rsidRPr="001C4FA7" w:rsidRDefault="008B1CA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65" w:type="pct"/>
            <w:vAlign w:val="center"/>
          </w:tcPr>
          <w:p w:rsidR="008B1CAB" w:rsidRPr="001C4FA7" w:rsidRDefault="008B1CAB" w:rsidP="00844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– 08 - 2017</w:t>
            </w:r>
          </w:p>
        </w:tc>
        <w:tc>
          <w:tcPr>
            <w:tcW w:w="2479" w:type="pct"/>
            <w:vAlign w:val="center"/>
          </w:tcPr>
          <w:p w:rsidR="008B1CAB" w:rsidRPr="001C4FA7" w:rsidRDefault="008B1CAB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time variant and invariant systems, Representation of continuous time signals in terms of impulses.</w:t>
            </w:r>
          </w:p>
        </w:tc>
        <w:tc>
          <w:tcPr>
            <w:tcW w:w="361" w:type="pct"/>
            <w:vMerge w:val="restart"/>
            <w:vAlign w:val="center"/>
          </w:tcPr>
          <w:p w:rsidR="008B1CAB" w:rsidRPr="001C4FA7" w:rsidRDefault="008B1CA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55" w:type="pct"/>
            <w:vMerge w:val="restart"/>
            <w:vAlign w:val="center"/>
          </w:tcPr>
          <w:p w:rsidR="008B1CAB" w:rsidRPr="001C4FA7" w:rsidRDefault="008B1CA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8B1CAB" w:rsidRPr="001C4FA7" w:rsidTr="000F5548">
        <w:trPr>
          <w:trHeight w:val="422"/>
          <w:jc w:val="center"/>
        </w:trPr>
        <w:tc>
          <w:tcPr>
            <w:tcW w:w="440" w:type="pct"/>
            <w:vAlign w:val="center"/>
          </w:tcPr>
          <w:p w:rsidR="008B1CAB" w:rsidRPr="001C4FA7" w:rsidRDefault="008B1CA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65" w:type="pct"/>
            <w:vAlign w:val="center"/>
          </w:tcPr>
          <w:p w:rsidR="008B1CAB" w:rsidRPr="001C4FA7" w:rsidRDefault="00BB56D1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B1CAB">
              <w:rPr>
                <w:rFonts w:ascii="Times New Roman" w:hAnsi="Times New Roman"/>
                <w:sz w:val="24"/>
                <w:szCs w:val="24"/>
              </w:rPr>
              <w:t xml:space="preserve"> – 08 - 2017</w:t>
            </w:r>
          </w:p>
        </w:tc>
        <w:tc>
          <w:tcPr>
            <w:tcW w:w="2479" w:type="pct"/>
            <w:vMerge w:val="restart"/>
            <w:vAlign w:val="center"/>
          </w:tcPr>
          <w:p w:rsidR="008B1CAB" w:rsidRPr="001C4FA7" w:rsidRDefault="008B1CAB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impulse response and the convolution integral representations of LTI system, transfer function of a LTI system</w:t>
            </w:r>
          </w:p>
        </w:tc>
        <w:tc>
          <w:tcPr>
            <w:tcW w:w="361" w:type="pct"/>
            <w:vMerge/>
            <w:vAlign w:val="center"/>
          </w:tcPr>
          <w:p w:rsidR="008B1CAB" w:rsidRPr="001C4FA7" w:rsidRDefault="008B1CA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8B1CAB" w:rsidRPr="001C4FA7" w:rsidRDefault="008B1CA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D1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65" w:type="pct"/>
            <w:vAlign w:val="center"/>
          </w:tcPr>
          <w:p w:rsidR="00BB56D1" w:rsidRPr="001C4FA7" w:rsidRDefault="00BB56D1" w:rsidP="00741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– 08 - 2017</w:t>
            </w:r>
          </w:p>
        </w:tc>
        <w:tc>
          <w:tcPr>
            <w:tcW w:w="2479" w:type="pct"/>
            <w:vMerge/>
            <w:tcBorders>
              <w:bottom w:val="single" w:sz="4" w:space="0" w:color="auto"/>
            </w:tcBorders>
            <w:vAlign w:val="center"/>
          </w:tcPr>
          <w:p w:rsidR="00BB56D1" w:rsidRPr="001C4FA7" w:rsidRDefault="00BB56D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D1" w:rsidRPr="001C4FA7" w:rsidTr="000F5548">
        <w:trPr>
          <w:trHeight w:val="575"/>
          <w:jc w:val="center"/>
        </w:trPr>
        <w:tc>
          <w:tcPr>
            <w:tcW w:w="440" w:type="pct"/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65" w:type="pct"/>
            <w:vAlign w:val="center"/>
          </w:tcPr>
          <w:p w:rsidR="00BB56D1" w:rsidRPr="001C4FA7" w:rsidRDefault="00BB56D1" w:rsidP="00741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– 08 - 2017</w:t>
            </w:r>
          </w:p>
        </w:tc>
        <w:tc>
          <w:tcPr>
            <w:tcW w:w="2479" w:type="pct"/>
            <w:vMerge w:val="restart"/>
            <w:vAlign w:val="center"/>
          </w:tcPr>
          <w:p w:rsidR="00BB56D1" w:rsidRPr="001C4FA7" w:rsidRDefault="00BB56D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Filter characteristics of linear systems. Distortion less transmission through a system, signal bandwidth, system bandwidth, ideal LPF, HPF and BPF characteristics</w:t>
            </w:r>
          </w:p>
        </w:tc>
        <w:tc>
          <w:tcPr>
            <w:tcW w:w="361" w:type="pct"/>
            <w:vMerge/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D1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65" w:type="pct"/>
            <w:vAlign w:val="center"/>
          </w:tcPr>
          <w:p w:rsidR="00BB56D1" w:rsidRPr="001C4FA7" w:rsidRDefault="00BB56D1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08 - 2017</w:t>
            </w:r>
          </w:p>
        </w:tc>
        <w:tc>
          <w:tcPr>
            <w:tcW w:w="2479" w:type="pct"/>
            <w:vMerge/>
            <w:vAlign w:val="center"/>
          </w:tcPr>
          <w:p w:rsidR="00BB56D1" w:rsidRPr="001C4FA7" w:rsidRDefault="00BB56D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D1" w:rsidRPr="001C4FA7" w:rsidTr="00257F74">
        <w:trPr>
          <w:trHeight w:val="70"/>
          <w:jc w:val="center"/>
        </w:trPr>
        <w:tc>
          <w:tcPr>
            <w:tcW w:w="5000" w:type="pct"/>
            <w:gridSpan w:val="5"/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548">
              <w:rPr>
                <w:rFonts w:ascii="Arial Black" w:hAnsi="Arial Black"/>
                <w:b/>
                <w:sz w:val="28"/>
                <w:szCs w:val="28"/>
              </w:rPr>
              <w:t>I MID</w:t>
            </w:r>
          </w:p>
        </w:tc>
      </w:tr>
      <w:tr w:rsidR="00BB56D1" w:rsidRPr="001C4FA7" w:rsidTr="000F5548">
        <w:trPr>
          <w:trHeight w:val="70"/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BB56D1" w:rsidRPr="001C4FA7" w:rsidRDefault="00BB56D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vAlign w:val="center"/>
          </w:tcPr>
          <w:p w:rsidR="00BB56D1" w:rsidRPr="001C4FA7" w:rsidRDefault="00BB56D1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– 08 - 2017</w:t>
            </w:r>
          </w:p>
        </w:tc>
        <w:tc>
          <w:tcPr>
            <w:tcW w:w="2479" w:type="pct"/>
            <w:vAlign w:val="center"/>
          </w:tcPr>
          <w:p w:rsidR="00BB56D1" w:rsidRPr="001C4FA7" w:rsidRDefault="00BB56D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Causality and Poly-Wiener criterion for physical realization</w:t>
            </w:r>
          </w:p>
        </w:tc>
        <w:tc>
          <w:tcPr>
            <w:tcW w:w="361" w:type="pct"/>
            <w:vMerge w:val="restart"/>
            <w:vAlign w:val="center"/>
          </w:tcPr>
          <w:p w:rsidR="00BB56D1" w:rsidRPr="001C4FA7" w:rsidRDefault="00BB56D1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55" w:type="pct"/>
            <w:vMerge w:val="restart"/>
            <w:vAlign w:val="center"/>
          </w:tcPr>
          <w:p w:rsidR="00BB56D1" w:rsidRPr="001C4FA7" w:rsidRDefault="00BB56D1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E647E1" w:rsidRPr="001C4FA7" w:rsidTr="000F5548">
        <w:trPr>
          <w:trHeight w:val="80"/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7E1" w:rsidRPr="001C4FA7" w:rsidRDefault="00E647E1" w:rsidP="00CB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– 08 - 2017</w:t>
            </w:r>
          </w:p>
        </w:tc>
        <w:tc>
          <w:tcPr>
            <w:tcW w:w="2479" w:type="pct"/>
            <w:vMerge w:val="restart"/>
            <w:tcBorders>
              <w:left w:val="single" w:sz="4" w:space="0" w:color="auto"/>
            </w:tcBorders>
            <w:vAlign w:val="center"/>
          </w:tcPr>
          <w:p w:rsidR="00E647E1" w:rsidRPr="001C4FA7" w:rsidRDefault="00E647E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361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7E1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E647E1" w:rsidRPr="001C4FA7" w:rsidRDefault="00E647E1" w:rsidP="00CB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– 09 - 2017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E647E1" w:rsidRPr="001C4FA7" w:rsidRDefault="00E647E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7E1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E647E1" w:rsidRPr="001C4FA7" w:rsidRDefault="00E647E1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– 09 - 2017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E647E1" w:rsidRPr="001C4FA7" w:rsidRDefault="00E647E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7E1" w:rsidRPr="001C4FA7" w:rsidTr="000F5548">
        <w:trPr>
          <w:trHeight w:val="70"/>
          <w:jc w:val="center"/>
        </w:trPr>
        <w:tc>
          <w:tcPr>
            <w:tcW w:w="5000" w:type="pct"/>
            <w:gridSpan w:val="5"/>
            <w:vAlign w:val="center"/>
          </w:tcPr>
          <w:p w:rsidR="00E647E1" w:rsidRPr="001C4FA7" w:rsidRDefault="00E647E1" w:rsidP="00FE7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A8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Unit – i</w:t>
            </w: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V:</w:t>
            </w:r>
            <w:r w:rsidRPr="00624A8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Pr="00870FCF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Convolution, Correlation and Sampling of Signals</w:t>
            </w:r>
          </w:p>
        </w:tc>
      </w:tr>
      <w:tr w:rsidR="00E647E1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E647E1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E647E1" w:rsidRPr="001C4FA7" w:rsidRDefault="00E647E1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– 09 - 2017</w:t>
            </w:r>
          </w:p>
        </w:tc>
        <w:tc>
          <w:tcPr>
            <w:tcW w:w="2479" w:type="pct"/>
            <w:tcBorders>
              <w:left w:val="single" w:sz="4" w:space="0" w:color="auto"/>
            </w:tcBorders>
            <w:vAlign w:val="center"/>
          </w:tcPr>
          <w:p w:rsidR="00E647E1" w:rsidRPr="001C4FA7" w:rsidRDefault="00E647E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convolution and correlation in time domain and frequency domain</w:t>
            </w:r>
          </w:p>
        </w:tc>
        <w:tc>
          <w:tcPr>
            <w:tcW w:w="361" w:type="pct"/>
            <w:vMerge w:val="restart"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55" w:type="pct"/>
            <w:vMerge w:val="restart"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E647E1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E647E1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E647E1" w:rsidRPr="001C4FA7" w:rsidRDefault="00E647E1" w:rsidP="001B4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– 09 - 2017</w:t>
            </w:r>
          </w:p>
        </w:tc>
        <w:tc>
          <w:tcPr>
            <w:tcW w:w="2479" w:type="pct"/>
            <w:tcBorders>
              <w:left w:val="single" w:sz="4" w:space="0" w:color="auto"/>
            </w:tcBorders>
            <w:vAlign w:val="center"/>
          </w:tcPr>
          <w:p w:rsidR="00E647E1" w:rsidRPr="001C4FA7" w:rsidRDefault="00E647E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Cross correlation and auto correlation</w:t>
            </w:r>
          </w:p>
        </w:tc>
        <w:tc>
          <w:tcPr>
            <w:tcW w:w="361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7E1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E647E1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E647E1" w:rsidRPr="001C4FA7" w:rsidRDefault="00E647E1" w:rsidP="001B4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 – 09 - 2017</w:t>
            </w:r>
          </w:p>
        </w:tc>
        <w:tc>
          <w:tcPr>
            <w:tcW w:w="2479" w:type="pct"/>
            <w:tcBorders>
              <w:left w:val="single" w:sz="4" w:space="0" w:color="auto"/>
            </w:tcBorders>
            <w:vAlign w:val="center"/>
          </w:tcPr>
          <w:p w:rsidR="00E647E1" w:rsidRPr="001C4FA7" w:rsidRDefault="00E647E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Energy and power density spectrum</w:t>
            </w:r>
          </w:p>
        </w:tc>
        <w:tc>
          <w:tcPr>
            <w:tcW w:w="361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7E1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E647E1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E647E1" w:rsidRPr="001C4FA7" w:rsidRDefault="00E647E1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– 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- 2017</w:t>
            </w:r>
          </w:p>
        </w:tc>
        <w:tc>
          <w:tcPr>
            <w:tcW w:w="2479" w:type="pct"/>
            <w:tcBorders>
              <w:left w:val="single" w:sz="4" w:space="0" w:color="auto"/>
            </w:tcBorders>
            <w:vAlign w:val="center"/>
          </w:tcPr>
          <w:p w:rsidR="00E647E1" w:rsidRPr="001C4FA7" w:rsidRDefault="00E647E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Properties of correlation</w:t>
            </w:r>
          </w:p>
        </w:tc>
        <w:tc>
          <w:tcPr>
            <w:tcW w:w="361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7E1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E647E1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E647E1" w:rsidRPr="001C4FA7" w:rsidRDefault="00F612B0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09 - 2017</w:t>
            </w:r>
          </w:p>
        </w:tc>
        <w:tc>
          <w:tcPr>
            <w:tcW w:w="2479" w:type="pct"/>
            <w:vMerge w:val="restart"/>
            <w:tcBorders>
              <w:left w:val="single" w:sz="4" w:space="0" w:color="auto"/>
            </w:tcBorders>
            <w:vAlign w:val="center"/>
          </w:tcPr>
          <w:p w:rsidR="00E647E1" w:rsidRPr="001C4FA7" w:rsidRDefault="00E647E1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361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E647E1" w:rsidRPr="001C4FA7" w:rsidRDefault="00E647E1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2B0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F612B0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F612B0" w:rsidRPr="001C4FA7" w:rsidRDefault="00F612B0" w:rsidP="00C61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– 09 - 2017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F612B0" w:rsidRPr="001C4FA7" w:rsidRDefault="00F612B0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2B0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F612B0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F612B0" w:rsidRPr="001C4FA7" w:rsidRDefault="00F612B0" w:rsidP="00C61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– 09 - 2017</w:t>
            </w:r>
          </w:p>
        </w:tc>
        <w:tc>
          <w:tcPr>
            <w:tcW w:w="2479" w:type="pct"/>
            <w:vMerge w:val="restart"/>
            <w:tcBorders>
              <w:left w:val="single" w:sz="4" w:space="0" w:color="auto"/>
            </w:tcBorders>
            <w:vAlign w:val="center"/>
          </w:tcPr>
          <w:p w:rsidR="00F612B0" w:rsidRPr="001C4FA7" w:rsidRDefault="00F612B0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Sampling theorem, Impulse sampling, Natural and Flat top sampling</w:t>
            </w:r>
          </w:p>
        </w:tc>
        <w:tc>
          <w:tcPr>
            <w:tcW w:w="361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2B0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F612B0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F612B0" w:rsidRPr="001C4FA7" w:rsidRDefault="00F612B0" w:rsidP="00F6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F612B0" w:rsidRPr="001C4FA7" w:rsidRDefault="00F612B0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2B0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F612B0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F612B0" w:rsidRPr="001C4FA7" w:rsidRDefault="00F612B0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– 09 - 2017</w:t>
            </w:r>
          </w:p>
        </w:tc>
        <w:tc>
          <w:tcPr>
            <w:tcW w:w="2479" w:type="pct"/>
            <w:vMerge w:val="restart"/>
            <w:tcBorders>
              <w:left w:val="single" w:sz="4" w:space="0" w:color="auto"/>
            </w:tcBorders>
            <w:vAlign w:val="center"/>
          </w:tcPr>
          <w:p w:rsidR="00F612B0" w:rsidRPr="001C4FA7" w:rsidRDefault="00F612B0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Reconstruction of signal from its samples, effect of under sampling – Aliasing</w:t>
            </w:r>
          </w:p>
        </w:tc>
        <w:tc>
          <w:tcPr>
            <w:tcW w:w="361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2B0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F612B0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F612B0" w:rsidRPr="001C4FA7" w:rsidRDefault="00A01567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– 09 - 2017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F612B0" w:rsidRPr="001C4FA7" w:rsidRDefault="00F612B0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2B0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F612B0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F612B0" w:rsidRPr="001C4FA7" w:rsidRDefault="002D40B3" w:rsidP="002D4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01567">
              <w:rPr>
                <w:rFonts w:ascii="Times New Roman" w:hAnsi="Times New Roman"/>
                <w:sz w:val="24"/>
                <w:szCs w:val="24"/>
              </w:rPr>
              <w:t>22</w:t>
            </w:r>
            <w:r w:rsidR="00F612B0">
              <w:rPr>
                <w:rFonts w:ascii="Times New Roman" w:hAnsi="Times New Roman"/>
                <w:sz w:val="24"/>
                <w:szCs w:val="24"/>
              </w:rPr>
              <w:t>– 09 - 2017</w:t>
            </w:r>
          </w:p>
        </w:tc>
        <w:tc>
          <w:tcPr>
            <w:tcW w:w="2479" w:type="pct"/>
            <w:vMerge w:val="restart"/>
            <w:tcBorders>
              <w:left w:val="single" w:sz="4" w:space="0" w:color="auto"/>
            </w:tcBorders>
            <w:vAlign w:val="center"/>
          </w:tcPr>
          <w:p w:rsidR="00F612B0" w:rsidRPr="001C4FA7" w:rsidRDefault="00F612B0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361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2B0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F612B0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F612B0" w:rsidRPr="001C4FA7" w:rsidRDefault="00E1213D" w:rsidP="00E121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F612B0" w:rsidRPr="001C4FA7" w:rsidRDefault="00F612B0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2B0" w:rsidRPr="001C4FA7" w:rsidTr="000F5548">
        <w:trPr>
          <w:trHeight w:val="70"/>
          <w:jc w:val="center"/>
        </w:trPr>
        <w:tc>
          <w:tcPr>
            <w:tcW w:w="5000" w:type="pct"/>
            <w:gridSpan w:val="5"/>
            <w:vAlign w:val="center"/>
          </w:tcPr>
          <w:p w:rsidR="00F612B0" w:rsidRPr="001C4FA7" w:rsidRDefault="00F612B0" w:rsidP="00C911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Unit – V:</w:t>
            </w:r>
            <w:r w:rsidRPr="00624A8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LAPLACE AND Z – TRANSFORMS </w:t>
            </w:r>
          </w:p>
        </w:tc>
      </w:tr>
      <w:tr w:rsidR="00F612B0" w:rsidRPr="001C4FA7" w:rsidTr="000F5548">
        <w:trPr>
          <w:trHeight w:val="413"/>
          <w:jc w:val="center"/>
        </w:trPr>
        <w:tc>
          <w:tcPr>
            <w:tcW w:w="440" w:type="pct"/>
            <w:vAlign w:val="center"/>
          </w:tcPr>
          <w:p w:rsidR="00F612B0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F612B0" w:rsidRPr="001C4FA7" w:rsidRDefault="00A64893" w:rsidP="00A64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– 09 - 2017</w:t>
            </w:r>
          </w:p>
        </w:tc>
        <w:tc>
          <w:tcPr>
            <w:tcW w:w="2479" w:type="pct"/>
            <w:vMerge w:val="restart"/>
            <w:tcBorders>
              <w:left w:val="single" w:sz="4" w:space="0" w:color="auto"/>
            </w:tcBorders>
            <w:vAlign w:val="center"/>
          </w:tcPr>
          <w:p w:rsidR="00F612B0" w:rsidRPr="001C4FA7" w:rsidRDefault="00F612B0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of Laplace transforms, Laplace Transforms of typical signals, properties of LT, relation between LT and FT of a signal. Region of convergence (ROC) and constraints on ROC. Inverse Laplace transforms</w:t>
            </w:r>
          </w:p>
        </w:tc>
        <w:tc>
          <w:tcPr>
            <w:tcW w:w="361" w:type="pct"/>
            <w:vMerge w:val="restart"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55" w:type="pct"/>
            <w:vMerge w:val="restart"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F612B0" w:rsidRPr="001C4FA7" w:rsidTr="000F5548">
        <w:trPr>
          <w:trHeight w:val="485"/>
          <w:jc w:val="center"/>
        </w:trPr>
        <w:tc>
          <w:tcPr>
            <w:tcW w:w="440" w:type="pct"/>
            <w:vAlign w:val="center"/>
          </w:tcPr>
          <w:p w:rsidR="00F612B0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F612B0" w:rsidRPr="001C4FA7" w:rsidRDefault="00B4583B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 – 10 - 2017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F612B0" w:rsidRPr="001C4FA7" w:rsidRDefault="00F612B0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2B0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F612B0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F612B0" w:rsidRPr="001C4FA7" w:rsidRDefault="00F612B0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– 09 - 2017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F612B0" w:rsidRPr="001C4FA7" w:rsidRDefault="00F612B0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F612B0" w:rsidRPr="001C4FA7" w:rsidRDefault="00F612B0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83B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B4583B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B4583B" w:rsidRPr="001C4FA7" w:rsidRDefault="00B4583B" w:rsidP="00DC2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– 10 - 2017</w:t>
            </w:r>
          </w:p>
        </w:tc>
        <w:tc>
          <w:tcPr>
            <w:tcW w:w="2479" w:type="pct"/>
            <w:vMerge w:val="restart"/>
            <w:tcBorders>
              <w:left w:val="single" w:sz="4" w:space="0" w:color="auto"/>
            </w:tcBorders>
            <w:vAlign w:val="center"/>
          </w:tcPr>
          <w:p w:rsidR="00B4583B" w:rsidRPr="001C4FA7" w:rsidRDefault="00B4583B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361" w:type="pct"/>
            <w:vMerge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83B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B4583B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B4583B" w:rsidRPr="001C4FA7" w:rsidRDefault="00B4583B" w:rsidP="00DC2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– 10 - 2017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B4583B" w:rsidRPr="001C4FA7" w:rsidRDefault="00B4583B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83B" w:rsidRPr="001C4FA7" w:rsidTr="000F5548">
        <w:trPr>
          <w:trHeight w:val="70"/>
          <w:jc w:val="center"/>
        </w:trPr>
        <w:tc>
          <w:tcPr>
            <w:tcW w:w="440" w:type="pct"/>
            <w:vAlign w:val="center"/>
          </w:tcPr>
          <w:p w:rsidR="00B4583B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B4583B" w:rsidRPr="001C4FA7" w:rsidRDefault="00B4583B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09– 10 - 2017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B4583B" w:rsidRPr="001C4FA7" w:rsidRDefault="00B4583B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83B" w:rsidRPr="001C4FA7" w:rsidTr="000F5548">
        <w:trPr>
          <w:trHeight w:val="323"/>
          <w:jc w:val="center"/>
        </w:trPr>
        <w:tc>
          <w:tcPr>
            <w:tcW w:w="440" w:type="pct"/>
            <w:vAlign w:val="center"/>
          </w:tcPr>
          <w:p w:rsidR="00B4583B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B4583B" w:rsidRPr="001C4FA7" w:rsidRDefault="00067F7F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10 - 2017</w:t>
            </w:r>
          </w:p>
        </w:tc>
        <w:tc>
          <w:tcPr>
            <w:tcW w:w="2479" w:type="pct"/>
            <w:vMerge w:val="restart"/>
            <w:tcBorders>
              <w:left w:val="single" w:sz="4" w:space="0" w:color="auto"/>
            </w:tcBorders>
            <w:vAlign w:val="center"/>
          </w:tcPr>
          <w:p w:rsidR="00B4583B" w:rsidRPr="001C4FA7" w:rsidRDefault="00B4583B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z-transform and its properties, Inverse Z-Transform, simple mathematical problems and ROC</w:t>
            </w:r>
          </w:p>
        </w:tc>
        <w:tc>
          <w:tcPr>
            <w:tcW w:w="361" w:type="pct"/>
            <w:vMerge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83B" w:rsidRPr="001C4FA7" w:rsidTr="000F5548">
        <w:trPr>
          <w:trHeight w:val="260"/>
          <w:jc w:val="center"/>
        </w:trPr>
        <w:tc>
          <w:tcPr>
            <w:tcW w:w="440" w:type="pct"/>
            <w:vAlign w:val="center"/>
          </w:tcPr>
          <w:p w:rsidR="00B4583B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B4583B" w:rsidRPr="001C4FA7" w:rsidRDefault="00067F7F" w:rsidP="002924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10 - 2017</w:t>
            </w:r>
          </w:p>
        </w:tc>
        <w:tc>
          <w:tcPr>
            <w:tcW w:w="2479" w:type="pct"/>
            <w:vMerge/>
            <w:tcBorders>
              <w:left w:val="single" w:sz="4" w:space="0" w:color="auto"/>
            </w:tcBorders>
            <w:vAlign w:val="center"/>
          </w:tcPr>
          <w:p w:rsidR="00B4583B" w:rsidRPr="001C4FA7" w:rsidRDefault="00B4583B" w:rsidP="006B3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vMerge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83B" w:rsidRPr="001C4FA7" w:rsidTr="00257F74">
        <w:trPr>
          <w:trHeight w:val="70"/>
          <w:jc w:val="center"/>
        </w:trPr>
        <w:tc>
          <w:tcPr>
            <w:tcW w:w="5000" w:type="pct"/>
            <w:gridSpan w:val="5"/>
            <w:vAlign w:val="center"/>
          </w:tcPr>
          <w:p w:rsidR="00B4583B" w:rsidRPr="001C4FA7" w:rsidRDefault="00B4583B" w:rsidP="006B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I</w:t>
            </w:r>
            <w:r w:rsidRPr="000F5548">
              <w:rPr>
                <w:rFonts w:ascii="Arial Black" w:hAnsi="Arial Black"/>
                <w:b/>
                <w:sz w:val="28"/>
                <w:szCs w:val="28"/>
              </w:rPr>
              <w:t>I MID</w:t>
            </w:r>
          </w:p>
        </w:tc>
      </w:tr>
    </w:tbl>
    <w:p w:rsidR="002B0515" w:rsidRPr="00D17C04" w:rsidRDefault="002B0515">
      <w:pPr>
        <w:rPr>
          <w:rFonts w:ascii="Times New Roman" w:hAnsi="Times New Roman"/>
          <w:sz w:val="24"/>
          <w:szCs w:val="24"/>
        </w:rPr>
      </w:pPr>
    </w:p>
    <w:sectPr w:rsidR="002B0515" w:rsidRPr="00D17C04" w:rsidSect="000F5548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EA1B97"/>
    <w:rsid w:val="00067F7F"/>
    <w:rsid w:val="000765C1"/>
    <w:rsid w:val="000B5D5D"/>
    <w:rsid w:val="000D3A12"/>
    <w:rsid w:val="000F5548"/>
    <w:rsid w:val="00100FAC"/>
    <w:rsid w:val="001017DE"/>
    <w:rsid w:val="001279AD"/>
    <w:rsid w:val="0014174F"/>
    <w:rsid w:val="00144A28"/>
    <w:rsid w:val="00157F37"/>
    <w:rsid w:val="001622C3"/>
    <w:rsid w:val="00176754"/>
    <w:rsid w:val="00180CF4"/>
    <w:rsid w:val="00196552"/>
    <w:rsid w:val="00196A92"/>
    <w:rsid w:val="001C4CC9"/>
    <w:rsid w:val="001C4FA7"/>
    <w:rsid w:val="001D7226"/>
    <w:rsid w:val="001F6876"/>
    <w:rsid w:val="00214ABD"/>
    <w:rsid w:val="00227617"/>
    <w:rsid w:val="00230420"/>
    <w:rsid w:val="00233CD1"/>
    <w:rsid w:val="00251E65"/>
    <w:rsid w:val="0025259D"/>
    <w:rsid w:val="00257F74"/>
    <w:rsid w:val="00267C0B"/>
    <w:rsid w:val="002B0515"/>
    <w:rsid w:val="002D23F1"/>
    <w:rsid w:val="002D40B3"/>
    <w:rsid w:val="002F061A"/>
    <w:rsid w:val="00304903"/>
    <w:rsid w:val="003344C6"/>
    <w:rsid w:val="0036753A"/>
    <w:rsid w:val="00371560"/>
    <w:rsid w:val="00394F9B"/>
    <w:rsid w:val="003C7ED6"/>
    <w:rsid w:val="00401AEA"/>
    <w:rsid w:val="004177A6"/>
    <w:rsid w:val="004235A3"/>
    <w:rsid w:val="00456072"/>
    <w:rsid w:val="00461B1C"/>
    <w:rsid w:val="004759BB"/>
    <w:rsid w:val="0047663E"/>
    <w:rsid w:val="00476CED"/>
    <w:rsid w:val="0049113E"/>
    <w:rsid w:val="004A0B61"/>
    <w:rsid w:val="004C57E9"/>
    <w:rsid w:val="004D59FE"/>
    <w:rsid w:val="005100C8"/>
    <w:rsid w:val="00534084"/>
    <w:rsid w:val="0056620F"/>
    <w:rsid w:val="00582853"/>
    <w:rsid w:val="005B209A"/>
    <w:rsid w:val="005C156C"/>
    <w:rsid w:val="005E4B62"/>
    <w:rsid w:val="00600E80"/>
    <w:rsid w:val="00616834"/>
    <w:rsid w:val="006200CE"/>
    <w:rsid w:val="0062030D"/>
    <w:rsid w:val="00624A82"/>
    <w:rsid w:val="00643B4E"/>
    <w:rsid w:val="00647F02"/>
    <w:rsid w:val="00653AC6"/>
    <w:rsid w:val="0069500F"/>
    <w:rsid w:val="006A72F8"/>
    <w:rsid w:val="006C58E2"/>
    <w:rsid w:val="00701DAD"/>
    <w:rsid w:val="00725862"/>
    <w:rsid w:val="00732D85"/>
    <w:rsid w:val="00736085"/>
    <w:rsid w:val="00741CFE"/>
    <w:rsid w:val="00765CB2"/>
    <w:rsid w:val="00777C63"/>
    <w:rsid w:val="00781A1F"/>
    <w:rsid w:val="007A2088"/>
    <w:rsid w:val="007A73F1"/>
    <w:rsid w:val="007F2016"/>
    <w:rsid w:val="007F3908"/>
    <w:rsid w:val="00800B50"/>
    <w:rsid w:val="0081624F"/>
    <w:rsid w:val="008467E1"/>
    <w:rsid w:val="00850E0B"/>
    <w:rsid w:val="00854EDE"/>
    <w:rsid w:val="0086157E"/>
    <w:rsid w:val="00870FCF"/>
    <w:rsid w:val="00887360"/>
    <w:rsid w:val="008B1B7D"/>
    <w:rsid w:val="008B1CAB"/>
    <w:rsid w:val="008B59CE"/>
    <w:rsid w:val="008E3D5A"/>
    <w:rsid w:val="008E7324"/>
    <w:rsid w:val="00901EAF"/>
    <w:rsid w:val="00911A87"/>
    <w:rsid w:val="00912548"/>
    <w:rsid w:val="0091277D"/>
    <w:rsid w:val="00916E75"/>
    <w:rsid w:val="00917EAC"/>
    <w:rsid w:val="00951302"/>
    <w:rsid w:val="00961237"/>
    <w:rsid w:val="009648F5"/>
    <w:rsid w:val="00973D80"/>
    <w:rsid w:val="00991175"/>
    <w:rsid w:val="00992F38"/>
    <w:rsid w:val="00997CEC"/>
    <w:rsid w:val="009A2D49"/>
    <w:rsid w:val="009D28D2"/>
    <w:rsid w:val="009E1099"/>
    <w:rsid w:val="009F2D23"/>
    <w:rsid w:val="009F500B"/>
    <w:rsid w:val="00A01567"/>
    <w:rsid w:val="00A05185"/>
    <w:rsid w:val="00A317D8"/>
    <w:rsid w:val="00A42AAF"/>
    <w:rsid w:val="00A55A5D"/>
    <w:rsid w:val="00A64801"/>
    <w:rsid w:val="00A64893"/>
    <w:rsid w:val="00A72CFA"/>
    <w:rsid w:val="00AA3BA7"/>
    <w:rsid w:val="00AA7D33"/>
    <w:rsid w:val="00AB7ECB"/>
    <w:rsid w:val="00AC2A98"/>
    <w:rsid w:val="00AC40BA"/>
    <w:rsid w:val="00AD617A"/>
    <w:rsid w:val="00AF6BB2"/>
    <w:rsid w:val="00B13ECA"/>
    <w:rsid w:val="00B20EFF"/>
    <w:rsid w:val="00B4583B"/>
    <w:rsid w:val="00B542FE"/>
    <w:rsid w:val="00B649E9"/>
    <w:rsid w:val="00B71972"/>
    <w:rsid w:val="00BA1323"/>
    <w:rsid w:val="00BB56D1"/>
    <w:rsid w:val="00BC2538"/>
    <w:rsid w:val="00BD7687"/>
    <w:rsid w:val="00BF57C7"/>
    <w:rsid w:val="00C0197B"/>
    <w:rsid w:val="00C078D0"/>
    <w:rsid w:val="00C14AA0"/>
    <w:rsid w:val="00C31577"/>
    <w:rsid w:val="00C531E2"/>
    <w:rsid w:val="00C82DA6"/>
    <w:rsid w:val="00C86CE7"/>
    <w:rsid w:val="00C911FB"/>
    <w:rsid w:val="00C95A16"/>
    <w:rsid w:val="00CA6D62"/>
    <w:rsid w:val="00CB2680"/>
    <w:rsid w:val="00CB2F35"/>
    <w:rsid w:val="00CB656D"/>
    <w:rsid w:val="00CD0B79"/>
    <w:rsid w:val="00CD6BAB"/>
    <w:rsid w:val="00CF2BE5"/>
    <w:rsid w:val="00D17C04"/>
    <w:rsid w:val="00D271A8"/>
    <w:rsid w:val="00D577AC"/>
    <w:rsid w:val="00D75551"/>
    <w:rsid w:val="00D75A28"/>
    <w:rsid w:val="00DB4CCA"/>
    <w:rsid w:val="00DE2520"/>
    <w:rsid w:val="00DF704E"/>
    <w:rsid w:val="00E0272A"/>
    <w:rsid w:val="00E1213D"/>
    <w:rsid w:val="00E158F4"/>
    <w:rsid w:val="00E41291"/>
    <w:rsid w:val="00E425C1"/>
    <w:rsid w:val="00E43BFD"/>
    <w:rsid w:val="00E55738"/>
    <w:rsid w:val="00E56662"/>
    <w:rsid w:val="00E647E1"/>
    <w:rsid w:val="00E71D20"/>
    <w:rsid w:val="00E80E1A"/>
    <w:rsid w:val="00E82E15"/>
    <w:rsid w:val="00E919B4"/>
    <w:rsid w:val="00E934C8"/>
    <w:rsid w:val="00EA1B97"/>
    <w:rsid w:val="00EA1C24"/>
    <w:rsid w:val="00ED009A"/>
    <w:rsid w:val="00EE2CBA"/>
    <w:rsid w:val="00EE4CE0"/>
    <w:rsid w:val="00F3348B"/>
    <w:rsid w:val="00F45612"/>
    <w:rsid w:val="00F612B0"/>
    <w:rsid w:val="00F62EC6"/>
    <w:rsid w:val="00F70BF2"/>
    <w:rsid w:val="00F75C76"/>
    <w:rsid w:val="00FB7AAD"/>
    <w:rsid w:val="00FD335B"/>
    <w:rsid w:val="00FD5138"/>
    <w:rsid w:val="00FE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5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9E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5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p.E.C.E\STAFF\LESSON%20PLAN\IV%20ECE%20_%20II%20SEM%20.doc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53152-C7A3-41DD-9749-4D063C85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IV ECE _ II SEM .docx</Template>
  <TotalTime>123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</dc:creator>
  <cp:lastModifiedBy>Guest</cp:lastModifiedBy>
  <cp:revision>96</cp:revision>
  <dcterms:created xsi:type="dcterms:W3CDTF">2016-12-07T10:58:00Z</dcterms:created>
  <dcterms:modified xsi:type="dcterms:W3CDTF">2017-07-21T08:03:00Z</dcterms:modified>
</cp:coreProperties>
</file>